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FB" w:rsidRDefault="00A737FB">
      <w:r>
        <w:rPr>
          <w:noProof/>
          <w:lang w:val="es-CL" w:eastAsia="es-C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18pt;margin-top:-30.25pt;width:180pt;height:57.7pt;z-index:251658240">
            <v:imagedata r:id="rId4" o:title=""/>
          </v:shape>
          <o:OLEObject Type="Embed" ProgID="Word.Picture.8" ShapeID="_x0000_s1026" DrawAspect="Content" ObjectID="_1394354115" r:id="rId5"/>
        </w:pict>
      </w:r>
    </w:p>
    <w:p w:rsidR="00A737FB" w:rsidRDefault="00A737FB"/>
    <w:p w:rsidR="00A737FB" w:rsidRDefault="00A737FB"/>
    <w:p w:rsidR="00A737FB" w:rsidRDefault="00A737FB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EL 4901 Práctica Profesional I </w:t>
      </w:r>
    </w:p>
    <w:p w:rsidR="00A737FB" w:rsidRDefault="00A737FB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Resumen de la Práctica</w:t>
      </w:r>
    </w:p>
    <w:p w:rsidR="00A737FB" w:rsidRDefault="00A737FB" w:rsidP="00D9351B">
      <w:pPr>
        <w:jc w:val="center"/>
        <w:rPr>
          <w:b/>
          <w:bCs/>
          <w:sz w:val="28"/>
          <w:szCs w:val="28"/>
        </w:rPr>
      </w:pPr>
    </w:p>
    <w:p w:rsidR="00A737FB" w:rsidRDefault="00A737FB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Nombre:   </w:t>
      </w:r>
    </w:p>
    <w:p w:rsidR="00A737FB" w:rsidRDefault="00A737FB" w:rsidP="00D9351B">
      <w:pPr>
        <w:jc w:val="center"/>
        <w:rPr>
          <w:b/>
          <w:bCs/>
          <w:sz w:val="28"/>
          <w:szCs w:val="28"/>
        </w:rPr>
      </w:pPr>
    </w:p>
    <w:p w:rsidR="00A737FB" w:rsidRDefault="00A737FB" w:rsidP="00D935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Período Práctica:</w:t>
      </w:r>
    </w:p>
    <w:p w:rsidR="00A737FB" w:rsidRDefault="00A737FB" w:rsidP="00D9351B">
      <w:pPr>
        <w:jc w:val="center"/>
        <w:rPr>
          <w:b/>
          <w:bCs/>
          <w:sz w:val="28"/>
          <w:szCs w:val="28"/>
        </w:rPr>
      </w:pPr>
    </w:p>
    <w:p w:rsidR="00A737FB" w:rsidRDefault="00A737FB" w:rsidP="00D9351B">
      <w:pPr>
        <w:rPr>
          <w:b/>
          <w:bCs/>
          <w:sz w:val="28"/>
          <w:szCs w:val="28"/>
        </w:rPr>
      </w:pPr>
    </w:p>
    <w:tbl>
      <w:tblPr>
        <w:tblW w:w="9015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15"/>
      </w:tblGrid>
      <w:tr w:rsidR="00A737FB">
        <w:trPr>
          <w:trHeight w:val="315"/>
        </w:trPr>
        <w:tc>
          <w:tcPr>
            <w:tcW w:w="9015" w:type="dxa"/>
            <w:tcBorders>
              <w:top w:val="single" w:sz="4" w:space="0" w:color="auto"/>
            </w:tcBorders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Breve descripción general de actividades realizadas</w:t>
            </w:r>
          </w:p>
        </w:tc>
      </w:tr>
      <w:tr w:rsidR="00A737FB">
        <w:trPr>
          <w:trHeight w:val="25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5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85"/>
        </w:trPr>
        <w:tc>
          <w:tcPr>
            <w:tcW w:w="9015" w:type="dxa"/>
            <w:tcBorders>
              <w:bottom w:val="single" w:sz="4" w:space="0" w:color="auto"/>
            </w:tcBorders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</w:tbl>
    <w:p w:rsidR="00A737FB" w:rsidRDefault="00A737FB" w:rsidP="00D9351B">
      <w:pPr>
        <w:spacing w:line="360" w:lineRule="auto"/>
        <w:rPr>
          <w:b/>
          <w:bCs/>
          <w:sz w:val="28"/>
          <w:szCs w:val="28"/>
        </w:rPr>
      </w:pPr>
    </w:p>
    <w:tbl>
      <w:tblPr>
        <w:tblW w:w="9016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16"/>
      </w:tblGrid>
      <w:tr w:rsidR="00A737FB">
        <w:trPr>
          <w:trHeight w:val="315"/>
        </w:trPr>
        <w:tc>
          <w:tcPr>
            <w:tcW w:w="9016" w:type="dxa"/>
            <w:tcBorders>
              <w:top w:val="single" w:sz="4" w:space="0" w:color="auto"/>
            </w:tcBorders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Breve descripción de la empresa y su página web</w:t>
            </w:r>
          </w:p>
        </w:tc>
      </w:tr>
      <w:tr w:rsidR="00A737FB">
        <w:trPr>
          <w:trHeight w:val="330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30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Aporte personal y a su carrera eléctrica al haber participado en esta práctica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Aporte a la empresa con su trabajo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Descripción del grupo o equipo de trabajo en que le correspondió participar.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</w:t>
            </w:r>
          </w:p>
        </w:tc>
      </w:tr>
      <w:tr w:rsidR="00A737FB">
        <w:trPr>
          <w:trHeight w:val="315"/>
        </w:trPr>
        <w:tc>
          <w:tcPr>
            <w:tcW w:w="9016" w:type="dxa"/>
            <w:noWrap/>
            <w:vAlign w:val="bottom"/>
          </w:tcPr>
          <w:p w:rsidR="00A737FB" w:rsidRDefault="00A737FB" w:rsidP="00D9351B">
            <w:pPr>
              <w:spacing w:line="360" w:lineRule="auto"/>
            </w:pPr>
            <w:r>
              <w:t> Nombre y  mail del jefe directo</w:t>
            </w:r>
          </w:p>
        </w:tc>
      </w:tr>
      <w:tr w:rsidR="00A737FB">
        <w:trPr>
          <w:trHeight w:val="255"/>
        </w:trPr>
        <w:tc>
          <w:tcPr>
            <w:tcW w:w="9016" w:type="dxa"/>
            <w:tcBorders>
              <w:bottom w:val="single" w:sz="4" w:space="0" w:color="auto"/>
            </w:tcBorders>
            <w:noWrap/>
            <w:vAlign w:val="bottom"/>
          </w:tcPr>
          <w:p w:rsidR="00A737FB" w:rsidRDefault="00A737FB" w:rsidP="00D9351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37FB" w:rsidRDefault="00A737FB" w:rsidP="00952116"/>
    <w:sectPr w:rsidR="00A737FB" w:rsidSect="00952116">
      <w:pgSz w:w="12242" w:h="15842" w:code="1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embedSystemFonts/>
  <w:stylePaneFormatFilter w:val="3F01"/>
  <w:defaultTabStop w:val="708"/>
  <w:hyphenationZone w:val="425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351B"/>
    <w:rsid w:val="001B35D7"/>
    <w:rsid w:val="00225589"/>
    <w:rsid w:val="00303B17"/>
    <w:rsid w:val="006B7D5B"/>
    <w:rsid w:val="00772A0E"/>
    <w:rsid w:val="00952116"/>
    <w:rsid w:val="00A737FB"/>
    <w:rsid w:val="00AB71EC"/>
    <w:rsid w:val="00B37AAF"/>
    <w:rsid w:val="00D9351B"/>
    <w:rsid w:val="00DA7636"/>
    <w:rsid w:val="00EB0CC7"/>
    <w:rsid w:val="00F54C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s-CL" w:eastAsia="es-C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636"/>
    <w:rPr>
      <w:sz w:val="24"/>
      <w:szCs w:val="24"/>
      <w:lang w:val="es-ES" w:eastAsia="es-E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88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84</Words>
  <Characters>467</Characters>
  <Application>Microsoft Office Outlook</Application>
  <DocSecurity>0</DocSecurity>
  <Lines>0</Lines>
  <Paragraphs>0</Paragraphs>
  <ScaleCrop>false</ScaleCrop>
  <Company>Universidad de Chile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 Morales</dc:creator>
  <cp:keywords/>
  <dc:description/>
  <cp:lastModifiedBy>profesor</cp:lastModifiedBy>
  <cp:revision>2</cp:revision>
  <cp:lastPrinted>2012-03-27T14:34:00Z</cp:lastPrinted>
  <dcterms:created xsi:type="dcterms:W3CDTF">2012-03-27T14:49:00Z</dcterms:created>
  <dcterms:modified xsi:type="dcterms:W3CDTF">2012-03-27T14:49:00Z</dcterms:modified>
</cp:coreProperties>
</file>