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84" w:rsidRDefault="00091D84" w:rsidP="00091D8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Universidad de Chile</w:t>
      </w:r>
    </w:p>
    <w:p w:rsidR="00091D84" w:rsidRPr="00091D84" w:rsidRDefault="00091D84" w:rsidP="00091D8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Facultad de Filosofía y Humanidades</w:t>
      </w:r>
    </w:p>
    <w:p w:rsidR="00091D84" w:rsidRDefault="00091D84" w:rsidP="00091D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27E7" w:rsidRDefault="00091D84" w:rsidP="00091D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Curso:</w:t>
      </w:r>
      <w:r w:rsidR="00CE2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“ Filosofía del Ateísmo”, 2° semestre 2009</w:t>
      </w:r>
      <w:r w:rsidR="009E60B7">
        <w:rPr>
          <w:rFonts w:ascii="Times New Roman" w:hAnsi="Times New Roman" w:cs="Times New Roman"/>
          <w:sz w:val="28"/>
          <w:szCs w:val="28"/>
        </w:rPr>
        <w:t xml:space="preserve"> / Alejandro Ramírez F.</w:t>
      </w:r>
    </w:p>
    <w:p w:rsidR="002350EC" w:rsidRDefault="002350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de Octubre 2009</w:t>
      </w:r>
    </w:p>
    <w:p w:rsidR="00091D84" w:rsidRDefault="00091D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Condiciones para la elaboración del ensayo final</w:t>
      </w:r>
    </w:p>
    <w:p w:rsidR="00091D84" w:rsidRDefault="00091D84">
      <w:pPr>
        <w:rPr>
          <w:rFonts w:ascii="Times New Roman" w:hAnsi="Times New Roman" w:cs="Times New Roman"/>
          <w:sz w:val="28"/>
          <w:szCs w:val="28"/>
        </w:rPr>
      </w:pPr>
    </w:p>
    <w:p w:rsidR="00091D84" w:rsidRDefault="00091D84" w:rsidP="00A8274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Elección de un tema  que se refiera a los contenidos del curso, en forma central. Dentro de ello, </w:t>
      </w:r>
      <w:r w:rsidR="00B76A80">
        <w:rPr>
          <w:rFonts w:ascii="Times New Roman" w:hAnsi="Times New Roman" w:cs="Times New Roman"/>
          <w:sz w:val="28"/>
          <w:szCs w:val="28"/>
        </w:rPr>
        <w:t xml:space="preserve">debe haber un </w:t>
      </w:r>
      <w:r>
        <w:rPr>
          <w:rFonts w:ascii="Times New Roman" w:hAnsi="Times New Roman" w:cs="Times New Roman"/>
          <w:sz w:val="28"/>
          <w:szCs w:val="28"/>
        </w:rPr>
        <w:t xml:space="preserve">perfil claro de un problema, </w:t>
      </w:r>
      <w:r w:rsidR="00B76A80">
        <w:rPr>
          <w:rFonts w:ascii="Times New Roman" w:hAnsi="Times New Roman" w:cs="Times New Roman"/>
          <w:sz w:val="28"/>
          <w:szCs w:val="28"/>
        </w:rPr>
        <w:t xml:space="preserve">o </w:t>
      </w:r>
      <w:r>
        <w:rPr>
          <w:rFonts w:ascii="Times New Roman" w:hAnsi="Times New Roman" w:cs="Times New Roman"/>
          <w:sz w:val="28"/>
          <w:szCs w:val="28"/>
        </w:rPr>
        <w:t>pregunta filosófica acerca de ese tema.</w:t>
      </w:r>
      <w:r w:rsidR="00F23E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D84" w:rsidRDefault="00F23E4C" w:rsidP="00A8274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Exposición analítica y argumentativa, no sólo descriptiva, que permita esbozar alguna tesis acerca del problema propuesto.</w:t>
      </w:r>
    </w:p>
    <w:p w:rsidR="00353226" w:rsidRDefault="00353226" w:rsidP="00A8274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Capacidad de establecer relaciones entre conceptos, temas o autores. Precisión conceptual.</w:t>
      </w:r>
    </w:p>
    <w:p w:rsidR="00353226" w:rsidRDefault="00353226" w:rsidP="00A8274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Manejo preferente de la bibliografía del curso o similar atingente al tema.</w:t>
      </w:r>
    </w:p>
    <w:p w:rsidR="00A8082C" w:rsidRDefault="00A8082C" w:rsidP="00A8274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Uso correcto de citas bibliográficas y sistema de notas.</w:t>
      </w:r>
    </w:p>
    <w:p w:rsidR="00A8082C" w:rsidRDefault="00A8082C" w:rsidP="00353226">
      <w:pPr>
        <w:rPr>
          <w:rFonts w:ascii="Times New Roman" w:hAnsi="Times New Roman" w:cs="Times New Roman"/>
          <w:sz w:val="28"/>
          <w:szCs w:val="28"/>
        </w:rPr>
      </w:pPr>
    </w:p>
    <w:p w:rsidR="00353226" w:rsidRDefault="00353226" w:rsidP="00353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Condiciones formales de entrega: </w:t>
      </w:r>
    </w:p>
    <w:p w:rsidR="00353226" w:rsidRDefault="00AE1EFF" w:rsidP="00353226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PLÁZO MÁXIMO</w:t>
      </w:r>
      <w:r w:rsidR="00353226">
        <w:rPr>
          <w:rFonts w:ascii="Times New Roman" w:hAnsi="Times New Roman" w:cs="Times New Roman"/>
          <w:sz w:val="28"/>
          <w:szCs w:val="28"/>
        </w:rPr>
        <w:t xml:space="preserve"> de entrega:</w:t>
      </w:r>
      <w:r>
        <w:rPr>
          <w:rFonts w:ascii="Times New Roman" w:hAnsi="Times New Roman" w:cs="Times New Roman"/>
          <w:sz w:val="28"/>
          <w:szCs w:val="28"/>
        </w:rPr>
        <w:t xml:space="preserve"> 11 DE DICIEMBRE 2009, 12 HRS. </w:t>
      </w:r>
    </w:p>
    <w:p w:rsidR="00A8082C" w:rsidRDefault="00A8082C" w:rsidP="00353226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Lugar de entrega:</w:t>
      </w:r>
      <w:r w:rsidR="00AE1EFF">
        <w:rPr>
          <w:rFonts w:ascii="Times New Roman" w:hAnsi="Times New Roman" w:cs="Times New Roman"/>
          <w:sz w:val="28"/>
          <w:szCs w:val="28"/>
        </w:rPr>
        <w:t xml:space="preserve"> SECRETARÍA ESCUELA DE PREGRADO</w:t>
      </w:r>
    </w:p>
    <w:p w:rsidR="001F7DBF" w:rsidRPr="001F7DBF" w:rsidRDefault="001F7DBF" w:rsidP="001F7DBF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7DBF">
        <w:rPr>
          <w:rFonts w:ascii="Times New Roman" w:hAnsi="Times New Roman" w:cs="Times New Roman"/>
          <w:sz w:val="28"/>
          <w:szCs w:val="28"/>
        </w:rPr>
        <w:t xml:space="preserve">Formato: </w:t>
      </w:r>
      <w:r>
        <w:rPr>
          <w:rFonts w:ascii="Times New Roman" w:hAnsi="Times New Roman" w:cs="Times New Roman"/>
          <w:sz w:val="28"/>
          <w:szCs w:val="28"/>
        </w:rPr>
        <w:t xml:space="preserve">el escrito debe tener un formato general de un artículo publicable. Debe cumplir con: </w:t>
      </w:r>
      <w:r w:rsidRPr="001F7DBF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82C" w:rsidRPr="001F7DBF">
        <w:rPr>
          <w:rFonts w:ascii="Times New Roman" w:hAnsi="Times New Roman" w:cs="Times New Roman"/>
          <w:sz w:val="28"/>
          <w:szCs w:val="28"/>
        </w:rPr>
        <w:t>Extensión:</w:t>
      </w:r>
      <w:r w:rsidRPr="001F7D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1F7DBF">
        <w:rPr>
          <w:rFonts w:ascii="Times New Roman" w:hAnsi="Times New Roman" w:cs="Times New Roman"/>
          <w:sz w:val="28"/>
          <w:szCs w:val="28"/>
        </w:rPr>
        <w:t>prox. 2.500</w:t>
      </w:r>
      <w:r w:rsidR="00B76A80">
        <w:rPr>
          <w:rFonts w:ascii="Times New Roman" w:hAnsi="Times New Roman" w:cs="Times New Roman"/>
          <w:sz w:val="28"/>
          <w:szCs w:val="28"/>
        </w:rPr>
        <w:t>-3.000</w:t>
      </w:r>
      <w:r w:rsidRPr="001F7DBF">
        <w:rPr>
          <w:rFonts w:ascii="Times New Roman" w:hAnsi="Times New Roman" w:cs="Times New Roman"/>
          <w:sz w:val="28"/>
          <w:szCs w:val="28"/>
        </w:rPr>
        <w:t xml:space="preserve"> palabras;</w:t>
      </w:r>
      <w:r>
        <w:rPr>
          <w:rFonts w:ascii="Times New Roman" w:hAnsi="Times New Roman" w:cs="Times New Roman"/>
          <w:sz w:val="28"/>
          <w:szCs w:val="28"/>
        </w:rPr>
        <w:t xml:space="preserve"> b) </w:t>
      </w:r>
      <w:r w:rsidRPr="001F7DBF">
        <w:rPr>
          <w:rFonts w:ascii="Times New Roman" w:hAnsi="Times New Roman" w:cs="Times New Roman"/>
          <w:sz w:val="28"/>
          <w:szCs w:val="28"/>
        </w:rPr>
        <w:t>Corrección de uso de citas, notas y referencias bibliográficas</w:t>
      </w:r>
      <w:r>
        <w:rPr>
          <w:rFonts w:ascii="Times New Roman" w:hAnsi="Times New Roman" w:cs="Times New Roman"/>
          <w:sz w:val="28"/>
          <w:szCs w:val="28"/>
        </w:rPr>
        <w:t>; c) abstract de 100 palabras</w:t>
      </w:r>
    </w:p>
    <w:p w:rsidR="00A8082C" w:rsidRPr="00EE1407" w:rsidRDefault="00EE1407" w:rsidP="00EE1407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Como condición de entrega, en la última clase, 27 de diciembre, cada alumno deberá exponer en 10 minutos máximo el contenido de su trabajo.</w:t>
      </w:r>
    </w:p>
    <w:sectPr w:rsidR="00A8082C" w:rsidRPr="00EE1407" w:rsidSect="00A427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4805"/>
    <w:multiLevelType w:val="hybridMultilevel"/>
    <w:tmpl w:val="239A23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224D40"/>
    <w:multiLevelType w:val="hybridMultilevel"/>
    <w:tmpl w:val="CCA6AF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04507C"/>
    <w:rsid w:val="0004507C"/>
    <w:rsid w:val="00091D84"/>
    <w:rsid w:val="000D25AC"/>
    <w:rsid w:val="001F7DBF"/>
    <w:rsid w:val="002350EC"/>
    <w:rsid w:val="002A4AD7"/>
    <w:rsid w:val="00353226"/>
    <w:rsid w:val="005A1380"/>
    <w:rsid w:val="00613703"/>
    <w:rsid w:val="008D20FB"/>
    <w:rsid w:val="009E60B7"/>
    <w:rsid w:val="00A00C93"/>
    <w:rsid w:val="00A427E7"/>
    <w:rsid w:val="00A8082C"/>
    <w:rsid w:val="00A8274F"/>
    <w:rsid w:val="00AE1EFF"/>
    <w:rsid w:val="00B76A80"/>
    <w:rsid w:val="00C04CA1"/>
    <w:rsid w:val="00CE22B1"/>
    <w:rsid w:val="00EE1407"/>
    <w:rsid w:val="00F23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7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1D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co%20duro%20D\Mis%20documentos\apuntes%20cursos\Condiciones%20ensayo%20Fil.del%20ate&#237;smo%20200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Condiciones ensayo Fil.del ateísmo 2009</Template>
  <TotalTime>30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Ramírez</dc:creator>
  <cp:lastModifiedBy>Alejandro Ramírez</cp:lastModifiedBy>
  <cp:revision>14</cp:revision>
  <cp:lastPrinted>2009-10-01T15:10:00Z</cp:lastPrinted>
  <dcterms:created xsi:type="dcterms:W3CDTF">2009-09-30T22:35:00Z</dcterms:created>
  <dcterms:modified xsi:type="dcterms:W3CDTF">2009-10-01T15:22:00Z</dcterms:modified>
</cp:coreProperties>
</file>