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9464" w:type="dxa"/>
        <w:tblLook w:val="04A0" w:firstRow="1" w:lastRow="0" w:firstColumn="1" w:lastColumn="0" w:noHBand="0" w:noVBand="1"/>
      </w:tblPr>
      <w:tblGrid>
        <w:gridCol w:w="4748"/>
        <w:gridCol w:w="4756"/>
      </w:tblGrid>
      <w:tr w:rsidR="00592CF1" w14:paraId="0E380238" w14:textId="77777777" w:rsidTr="00592CF1">
        <w:tc>
          <w:tcPr>
            <w:tcW w:w="4524" w:type="dxa"/>
          </w:tcPr>
          <w:p w14:paraId="68A24B95" w14:textId="77777777" w:rsidR="00592CF1" w:rsidRDefault="00592CF1">
            <w:r>
              <w:rPr>
                <w:noProof/>
                <w:lang w:eastAsia="es-CL"/>
              </w:rPr>
              <w:drawing>
                <wp:inline distT="0" distB="0" distL="0" distR="0" wp14:editId="23C21B69">
                  <wp:extent cx="2872255" cy="36957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781" cy="3696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421CB3A" w14:textId="77777777" w:rsidR="00592CF1" w:rsidRDefault="00592CF1">
            <w:r>
              <w:rPr>
                <w:noProof/>
                <w:lang w:eastAsia="es-CL"/>
              </w:rPr>
              <w:drawing>
                <wp:inline distT="0" distB="0" distL="0" distR="0" wp14:editId="202D307F">
                  <wp:extent cx="2873829" cy="1828800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5967" cy="183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C1FB1F7" w14:textId="372F1AE8" w:rsidR="00982B9D" w:rsidRDefault="00982B9D">
            <w:r>
              <w:rPr>
                <w:noProof/>
                <w:lang w:eastAsia="es-CL"/>
              </w:rPr>
              <w:drawing>
                <wp:inline distT="0" distB="0" distL="0" distR="0" wp14:editId="25280230">
                  <wp:extent cx="2877457" cy="660400"/>
                  <wp:effectExtent l="0" t="0" r="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7457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0" w:type="dxa"/>
          </w:tcPr>
          <w:p w14:paraId="1CA9FE47" w14:textId="77777777" w:rsidR="00592CF1" w:rsidRDefault="00592CF1"/>
          <w:p w14:paraId="408CA1EA" w14:textId="479C597C" w:rsidR="00592CF1" w:rsidRDefault="00592CF1"/>
          <w:p w14:paraId="08535310" w14:textId="77777777" w:rsidR="00592CF1" w:rsidRDefault="00592CF1">
            <w:r>
              <w:rPr>
                <w:noProof/>
                <w:lang w:eastAsia="es-CL"/>
              </w:rPr>
              <w:drawing>
                <wp:inline distT="0" distB="0" distL="0" distR="0" wp14:editId="60A72C17">
                  <wp:extent cx="2882900" cy="1240397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4071" cy="1240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CB301AE" w14:textId="77777777" w:rsidR="00592CF1" w:rsidRDefault="00592CF1">
            <w:r>
              <w:rPr>
                <w:noProof/>
                <w:lang w:eastAsia="es-CL"/>
              </w:rPr>
              <w:drawing>
                <wp:inline distT="0" distB="0" distL="0" distR="0" wp14:editId="00E6AE22">
                  <wp:extent cx="2839526" cy="2197100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3961" cy="2200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6FB3549" w14:textId="2694A886" w:rsidR="00592CF1" w:rsidRDefault="00592CF1">
            <w:r>
              <w:rPr>
                <w:noProof/>
                <w:lang w:eastAsia="es-CL"/>
              </w:rPr>
              <w:drawing>
                <wp:inline distT="0" distB="0" distL="0" distR="0" wp14:editId="1928288E">
                  <wp:extent cx="2678801" cy="4165600"/>
                  <wp:effectExtent l="0" t="0" r="0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1305" cy="4169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70A9A8" w14:textId="5D240983" w:rsidR="00F64C3D" w:rsidRDefault="00F64C3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00"/>
        <w:gridCol w:w="4554"/>
      </w:tblGrid>
      <w:tr w:rsidR="00484111" w14:paraId="681FA50C" w14:textId="77777777" w:rsidTr="00484111">
        <w:tc>
          <w:tcPr>
            <w:tcW w:w="4489" w:type="dxa"/>
          </w:tcPr>
          <w:p w14:paraId="0453446B" w14:textId="77777777" w:rsidR="00484111" w:rsidRDefault="00484111">
            <w:r>
              <w:rPr>
                <w:noProof/>
                <w:lang w:eastAsia="es-CL"/>
              </w:rPr>
              <w:lastRenderedPageBreak/>
              <w:drawing>
                <wp:inline distT="0" distB="0" distL="0" distR="0" wp14:editId="55D26AAD">
                  <wp:extent cx="2755900" cy="336694"/>
                  <wp:effectExtent l="0" t="0" r="0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5900" cy="336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642444" w14:textId="77777777" w:rsidR="00484111" w:rsidRDefault="00484111">
            <w:r>
              <w:rPr>
                <w:noProof/>
                <w:lang w:eastAsia="es-CL"/>
              </w:rPr>
              <w:drawing>
                <wp:inline distT="0" distB="0" distL="0" distR="0" wp14:editId="56F1A2F2">
                  <wp:extent cx="2741859" cy="1879600"/>
                  <wp:effectExtent l="0" t="0" r="0" b="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1859" cy="187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BCB980C" w14:textId="1F189BC6" w:rsidR="00DB7E45" w:rsidRDefault="00DB7E45">
            <w:r>
              <w:rPr>
                <w:noProof/>
                <w:lang w:eastAsia="es-CL"/>
              </w:rPr>
              <w:drawing>
                <wp:inline distT="0" distB="0" distL="0" distR="0" wp14:editId="2AAE4C21">
                  <wp:extent cx="2743200" cy="2679944"/>
                  <wp:effectExtent l="0" t="0" r="0" b="0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338" cy="2680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9" w:type="dxa"/>
          </w:tcPr>
          <w:p w14:paraId="068CCC4C" w14:textId="77777777" w:rsidR="00484111" w:rsidRDefault="00DB7E45">
            <w:r>
              <w:rPr>
                <w:noProof/>
                <w:lang w:eastAsia="es-CL"/>
              </w:rPr>
              <w:drawing>
                <wp:inline distT="0" distB="0" distL="0" distR="0" wp14:editId="38148706">
                  <wp:extent cx="2696818" cy="3045345"/>
                  <wp:effectExtent l="0" t="0" r="0" b="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790" cy="3046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C94EB9D" w14:textId="431E0834" w:rsidR="00DB7E45" w:rsidRDefault="00DB7E45">
            <w:r>
              <w:rPr>
                <w:noProof/>
                <w:lang w:eastAsia="es-CL"/>
              </w:rPr>
              <w:drawing>
                <wp:inline distT="0" distB="0" distL="0" distR="0" wp14:editId="7C344801">
                  <wp:extent cx="2789582" cy="3023732"/>
                  <wp:effectExtent l="0" t="0" r="0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2419" cy="3026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14:paraId="3C429D70" w14:textId="5A0CF257" w:rsidR="00592CF1" w:rsidRDefault="00592CF1"/>
    <w:sectPr w:rsidR="00592C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868"/>
    <w:rsid w:val="0003157E"/>
    <w:rsid w:val="00070868"/>
    <w:rsid w:val="00484111"/>
    <w:rsid w:val="004E421E"/>
    <w:rsid w:val="00592CF1"/>
    <w:rsid w:val="008E2DE7"/>
    <w:rsid w:val="00982B9D"/>
    <w:rsid w:val="009D5974"/>
    <w:rsid w:val="00DB7E45"/>
    <w:rsid w:val="00F6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40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0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086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592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0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086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592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4</cp:revision>
  <dcterms:created xsi:type="dcterms:W3CDTF">2010-04-22T15:46:00Z</dcterms:created>
  <dcterms:modified xsi:type="dcterms:W3CDTF">2010-04-24T01:26:00Z</dcterms:modified>
</cp:coreProperties>
</file>