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7560"/>
        <w:gridCol w:w="7560"/>
      </w:tblGrid>
      <w:tr w:rsidR="00D168DE">
        <w:trPr>
          <w:cantSplit/>
          <w:trHeight w:hRule="exact" w:val="5760"/>
        </w:trPr>
        <w:tc>
          <w:tcPr>
            <w:tcW w:w="15120" w:type="dxa"/>
            <w:gridSpan w:val="2"/>
            <w:vAlign w:val="center"/>
          </w:tcPr>
          <w:p w:rsidR="00D168DE" w:rsidRPr="00D168DE" w:rsidRDefault="00D168DE" w:rsidP="009D4170">
            <w:pPr>
              <w:rPr>
                <w:sz w:val="52"/>
                <w:szCs w:val="52"/>
              </w:rPr>
            </w:pPr>
          </w:p>
        </w:tc>
      </w:tr>
      <w:tr w:rsidR="004E231F">
        <w:trPr>
          <w:cantSplit/>
          <w:trHeight w:hRule="exact" w:val="5760"/>
        </w:trPr>
        <w:tc>
          <w:tcPr>
            <w:tcW w:w="7560" w:type="dxa"/>
            <w:vAlign w:val="center"/>
          </w:tcPr>
          <w:p w:rsidR="004E231F" w:rsidRDefault="004E231F" w:rsidP="00D168DE"/>
        </w:tc>
        <w:tc>
          <w:tcPr>
            <w:tcW w:w="7560" w:type="dxa"/>
            <w:vAlign w:val="center"/>
          </w:tcPr>
          <w:p w:rsidR="004E231F" w:rsidRDefault="004E231F" w:rsidP="00D168DE"/>
        </w:tc>
      </w:tr>
      <w:tr w:rsidR="004C4B6D">
        <w:trPr>
          <w:cantSplit/>
          <w:trHeight w:hRule="exact" w:val="5760"/>
        </w:trPr>
        <w:tc>
          <w:tcPr>
            <w:tcW w:w="7560" w:type="dxa"/>
            <w:vAlign w:val="center"/>
          </w:tcPr>
          <w:p w:rsidR="004C4B6D" w:rsidRDefault="004C4B6D" w:rsidP="00D168DE">
            <w:pPr>
              <w:rPr>
                <w:noProof/>
              </w:rPr>
            </w:pPr>
          </w:p>
        </w:tc>
        <w:tc>
          <w:tcPr>
            <w:tcW w:w="7560" w:type="dxa"/>
            <w:vAlign w:val="center"/>
          </w:tcPr>
          <w:p w:rsidR="004C4B6D" w:rsidRDefault="004C4B6D" w:rsidP="00D168DE">
            <w:pPr>
              <w:rPr>
                <w:noProof/>
              </w:rPr>
            </w:pPr>
          </w:p>
        </w:tc>
      </w:tr>
      <w:tr w:rsidR="002F130F">
        <w:trPr>
          <w:cantSplit/>
          <w:trHeight w:hRule="exact" w:val="5760"/>
        </w:trPr>
        <w:tc>
          <w:tcPr>
            <w:tcW w:w="7560" w:type="dxa"/>
            <w:vAlign w:val="center"/>
          </w:tcPr>
          <w:p w:rsidR="002F130F" w:rsidRDefault="002F130F" w:rsidP="00D168DE">
            <w:pPr>
              <w:rPr>
                <w:noProof/>
              </w:rPr>
            </w:pPr>
          </w:p>
        </w:tc>
        <w:tc>
          <w:tcPr>
            <w:tcW w:w="7560" w:type="dxa"/>
            <w:vAlign w:val="center"/>
          </w:tcPr>
          <w:p w:rsidR="002F130F" w:rsidRDefault="002F130F" w:rsidP="00D168DE">
            <w:pPr>
              <w:rPr>
                <w:noProof/>
              </w:rPr>
            </w:pPr>
          </w:p>
        </w:tc>
      </w:tr>
      <w:tr w:rsidR="00684C1D">
        <w:trPr>
          <w:cantSplit/>
          <w:trHeight w:hRule="exact" w:val="5760"/>
        </w:trPr>
        <w:tc>
          <w:tcPr>
            <w:tcW w:w="7560" w:type="dxa"/>
            <w:vAlign w:val="center"/>
          </w:tcPr>
          <w:p w:rsidR="00684C1D" w:rsidRDefault="00A04E14" w:rsidP="0096152D">
            <w:pPr>
              <w:rPr>
                <w:noProof/>
              </w:rPr>
            </w:pPr>
            <w:r w:rsidRPr="00A04E14">
              <w:rPr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5" type="#_x0000_t202" style="position:absolute;left:0;text-align:left;margin-left:-2.25pt;margin-top:229.65pt;width:54pt;height:49.7pt;z-index:251662336;mso-position-horizontal-relative:text;mso-position-vertical-relative:text" fillcolor="#b5cbde" stroked="f">
                  <v:textbox style="mso-next-textbox:#_x0000_s1075">
                    <w:txbxContent>
                      <w:p w:rsidR="0096152D" w:rsidRPr="008E7B17" w:rsidRDefault="0096152D" w:rsidP="00A2695A">
                        <w:pPr>
                          <w:pStyle w:val="Year"/>
                        </w:pPr>
                        <w:r>
                          <w:t>2011</w:t>
                        </w:r>
                      </w:p>
                    </w:txbxContent>
                  </v:textbox>
                </v:shape>
              </w:pict>
            </w:r>
            <w:r w:rsidRPr="00A04E14">
              <w:rPr>
                <w:noProof/>
              </w:rPr>
              <w:pict>
                <v:rect id="_x0000_s1074" style="position:absolute;left:0;text-align:left;margin-left:51.5pt;margin-top:4.75pt;width:321.75pt;height:277.7pt;z-index:251661312;mso-position-horizontal-relative:margin;mso-position-vertical-relative:margin" filled="f" stroked="f">
                  <v:textbox style="mso-next-textbox:#_x0000_s1074" inset="0,0,0,0"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</w:tblGrid>
                        <w:tr w:rsidR="0096152D" w:rsidRPr="00F44F33">
                          <w:trPr>
                            <w:trHeight w:hRule="exact" w:val="412"/>
                          </w:trPr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6C194C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6C194C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50B43" w:rsidRDefault="0096152D" w:rsidP="00B50B43"/>
                          </w:tc>
                          <w:tc>
                            <w:tcPr>
                              <w:tcW w:w="898" w:type="dxa"/>
                            </w:tcPr>
                            <w:p w:rsidR="0096152D" w:rsidRPr="006C194C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817107" w:rsidRDefault="0096152D" w:rsidP="005621F9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  <w:tr w:rsidR="0096152D" w:rsidRPr="00F44F33">
                          <w:trPr>
                            <w:trHeight w:val="1020"/>
                          </w:trPr>
                          <w:tc>
                            <w:tcPr>
                              <w:tcW w:w="898" w:type="dxa"/>
                              <w:shd w:val="clear" w:color="auto" w:fill="auto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B50B43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</w:tbl>
                      <w:p w:rsidR="0096152D" w:rsidRPr="00BF43FD" w:rsidRDefault="0096152D" w:rsidP="00A2695A">
                        <w:pPr>
                          <w:pStyle w:val="Dates"/>
                        </w:pPr>
                      </w:p>
                    </w:txbxContent>
                  </v:textbox>
                  <w10:wrap anchorx="margin" anchory="margin"/>
                </v:rect>
              </w:pict>
            </w:r>
            <w:r w:rsidRPr="00A04E14">
              <w:rPr>
                <w:noProof/>
              </w:rPr>
              <w:pict>
                <v:rect id="_x0000_s1076" style="position:absolute;left:0;text-align:left;margin-left:-2pt;margin-top:4.9pt;width:54pt;height:230.25pt;z-index:251663360;mso-position-horizontal-relative:margin;mso-position-vertical-relative:margin" fillcolor="#b5cbde" stroked="f">
                  <v:textbox style="layout-flow:vertical;mso-layout-flow-alt:bottom-to-top;mso-next-textbox:#_x0000_s1076" inset="0,0,0,0">
                    <w:txbxContent>
                      <w:p w:rsidR="0096152D" w:rsidRPr="008E7B17" w:rsidRDefault="0096152D" w:rsidP="00A2695A">
                        <w:pPr>
                          <w:pStyle w:val="Ttulo1"/>
                        </w:pPr>
                        <w:r>
                          <w:t>Septiembre</w:t>
                        </w:r>
                      </w:p>
                    </w:txbxContent>
                  </v:textbox>
                  <w10:wrap anchorx="margin" anchory="margin"/>
                </v:rect>
              </w:pict>
            </w:r>
          </w:p>
        </w:tc>
        <w:tc>
          <w:tcPr>
            <w:tcW w:w="7560" w:type="dxa"/>
            <w:vAlign w:val="center"/>
          </w:tcPr>
          <w:p w:rsidR="00684C1D" w:rsidRDefault="00A04E14" w:rsidP="00D168DE">
            <w:pPr>
              <w:rPr>
                <w:noProof/>
              </w:rPr>
            </w:pPr>
            <w:r w:rsidRPr="00A04E14">
              <w:rPr>
                <w:noProof/>
              </w:rPr>
              <w:pict>
                <v:shape id="_x0000_s1078" type="#_x0000_t202" style="position:absolute;left:0;text-align:left;margin-left:7.75pt;margin-top:227.9pt;width:54pt;height:49.7pt;z-index:251664384;mso-position-horizontal-relative:text;mso-position-vertical-relative:text" fillcolor="#b5cbde" stroked="f">
                  <v:textbox style="mso-next-textbox:#_x0000_s1078">
                    <w:txbxContent>
                      <w:p w:rsidR="0096152D" w:rsidRPr="008E7B17" w:rsidRDefault="0096152D" w:rsidP="00A2695A">
                        <w:pPr>
                          <w:pStyle w:val="Year"/>
                        </w:pPr>
                        <w:r>
                          <w:t>2011</w:t>
                        </w:r>
                      </w:p>
                    </w:txbxContent>
                  </v:textbox>
                </v:shape>
              </w:pict>
            </w:r>
            <w:r w:rsidRPr="00A04E14">
              <w:rPr>
                <w:noProof/>
              </w:rPr>
              <w:pict>
                <v:rect id="_x0000_s1079" style="position:absolute;left:0;text-align:left;margin-left:7.25pt;margin-top:4.05pt;width:54pt;height:230.25pt;z-index:251665408;mso-position-horizontal-relative:margin;mso-position-vertical-relative:margin" fillcolor="#b5cbde" stroked="f">
                  <v:textbox style="layout-flow:vertical;mso-layout-flow-alt:bottom-to-top;mso-next-textbox:#_x0000_s1079" inset="0,0,0,0">
                    <w:txbxContent>
                      <w:p w:rsidR="0096152D" w:rsidRPr="008E7B17" w:rsidRDefault="0096152D" w:rsidP="00A2695A">
                        <w:pPr>
                          <w:pStyle w:val="Ttulo1"/>
                        </w:pPr>
                        <w:r>
                          <w:t>Octubre</w:t>
                        </w:r>
                      </w:p>
                    </w:txbxContent>
                  </v:textbox>
                  <w10:wrap anchorx="margin" anchory="margin"/>
                </v:rect>
              </w:pict>
            </w:r>
            <w:r w:rsidRPr="00A04E14">
              <w:rPr>
                <w:noProof/>
              </w:rPr>
              <w:pict>
                <v:rect id="_x0000_s1086" style="position:absolute;left:0;text-align:left;margin-left:60pt;margin-top:4.05pt;width:321.75pt;height:277.7pt;z-index:251671552;mso-position-horizontal-relative:margin;mso-position-vertical-relative:margin" filled="f" stroked="f">
                  <v:textbox style="mso-next-textbox:#_x0000_s1086" inset="0,0,0,0"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</w:tblGrid>
                        <w:tr w:rsidR="0096152D" w:rsidRPr="00E269C5">
                          <w:trPr>
                            <w:trHeight w:hRule="exact" w:val="412"/>
                          </w:trPr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Lun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Mar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Mie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Jue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Vie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Sab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Dom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</w:t>
                              </w:r>
                            </w:p>
                            <w:p w:rsidR="0096152D" w:rsidRPr="0007536F" w:rsidRDefault="0096152D" w:rsidP="0007536F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4</w:t>
                              </w:r>
                            </w:p>
                            <w:p w:rsidR="0096152D" w:rsidRDefault="0096152D" w:rsidP="00D168DE">
                              <w:r w:rsidRPr="00744E01">
                                <w:t>Curso 7</w:t>
                              </w:r>
                            </w:p>
                            <w:p w:rsidR="0096152D" w:rsidRPr="0096152D" w:rsidRDefault="0096152D" w:rsidP="00D168DE">
                              <w:pPr>
                                <w:rPr>
                                  <w:color w:val="0070C0"/>
                                </w:rPr>
                              </w:pPr>
                              <w:r w:rsidRPr="0096152D">
                                <w:rPr>
                                  <w:color w:val="0070C0"/>
                                </w:rPr>
                                <w:t>Trabajo Final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5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6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8</w:t>
                              </w:r>
                            </w:p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9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4E4E0C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11</w:t>
                              </w:r>
                            </w:p>
                            <w:p w:rsidR="0096152D" w:rsidRPr="00744E01" w:rsidRDefault="0096152D" w:rsidP="00D168DE">
                              <w:r>
                                <w:t>Curso 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12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13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14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15</w:t>
                              </w:r>
                            </w:p>
                            <w:p w:rsidR="0096152D" w:rsidRPr="00744E01" w:rsidRDefault="0096152D" w:rsidP="00D168DE">
                              <w:r>
                                <w:t>Curso 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16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18</w:t>
                              </w:r>
                            </w:p>
                            <w:p w:rsidR="0096152D" w:rsidRDefault="0096152D" w:rsidP="00D168DE">
                              <w:r>
                                <w:t>Curso 7</w:t>
                              </w:r>
                            </w:p>
                            <w:p w:rsidR="0096152D" w:rsidRPr="00BB2AE5" w:rsidRDefault="0096152D" w:rsidP="00D168DE">
                              <w:pPr>
                                <w:rPr>
                                  <w:color w:val="00B050"/>
                                </w:rPr>
                              </w:pPr>
                              <w:r w:rsidRPr="00BB2AE5">
                                <w:rPr>
                                  <w:color w:val="00B050"/>
                                </w:rPr>
                                <w:t>(doble)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19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20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22</w:t>
                              </w:r>
                            </w:p>
                            <w:p w:rsidR="0096152D" w:rsidRDefault="00936444" w:rsidP="00D168DE">
                              <w:r>
                                <w:t>Curso 7</w:t>
                              </w:r>
                            </w:p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23</w:t>
                              </w:r>
                            </w:p>
                          </w:tc>
                        </w:tr>
                        <w:tr w:rsidR="0096152D" w:rsidRPr="00E269C5" w:rsidTr="0007536F">
                          <w:trPr>
                            <w:trHeight w:val="503"/>
                          </w:trPr>
                          <w:tc>
                            <w:tcPr>
                              <w:tcW w:w="898" w:type="dxa"/>
                              <w:shd w:val="clear" w:color="auto" w:fill="auto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24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 w:val="restart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25</w:t>
                              </w:r>
                            </w:p>
                            <w:p w:rsidR="0096152D" w:rsidRPr="00744E01" w:rsidRDefault="0096152D" w:rsidP="00D168DE">
                              <w:r>
                                <w:t>Curso 7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 w:val="restart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26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 w:val="restart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27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 w:val="restart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28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 w:val="restart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29</w:t>
                              </w:r>
                            </w:p>
                            <w:p w:rsidR="0096152D" w:rsidRPr="00DB589D" w:rsidRDefault="00936444" w:rsidP="00DB589D">
                              <w:r w:rsidRPr="00B51DE5">
                                <w:rPr>
                                  <w:color w:val="00B050"/>
                                </w:rPr>
                                <w:t>(libre)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 w:val="restart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30</w:t>
                              </w:r>
                            </w:p>
                          </w:tc>
                        </w:tr>
                        <w:tr w:rsidR="0096152D" w:rsidRPr="00E269C5">
                          <w:trPr>
                            <w:trHeight w:val="502"/>
                          </w:trPr>
                          <w:tc>
                            <w:tcPr>
                              <w:tcW w:w="898" w:type="dxa"/>
                              <w:shd w:val="clear" w:color="auto" w:fill="auto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  <w:r w:rsidRPr="00F30D7A">
                                <w:rPr>
                                  <w:color w:val="FF0000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898" w:type="dxa"/>
                              <w:vMerge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  <w:vMerge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  <w:vMerge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  <w:vMerge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  <w:vMerge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  <w:vMerge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</w:tbl>
                      <w:p w:rsidR="0096152D" w:rsidRPr="00BF43FD" w:rsidRDefault="0096152D" w:rsidP="00A2695A">
                        <w:pPr>
                          <w:pStyle w:val="Dates"/>
                        </w:pPr>
                      </w:p>
                    </w:txbxContent>
                  </v:textbox>
                  <w10:wrap anchorx="margin" anchory="margin"/>
                </v:rect>
              </w:pict>
            </w:r>
          </w:p>
        </w:tc>
      </w:tr>
      <w:tr w:rsidR="00ED33AE">
        <w:trPr>
          <w:cantSplit/>
          <w:trHeight w:hRule="exact" w:val="5760"/>
        </w:trPr>
        <w:tc>
          <w:tcPr>
            <w:tcW w:w="7560" w:type="dxa"/>
            <w:vAlign w:val="center"/>
          </w:tcPr>
          <w:p w:rsidR="00ED33AE" w:rsidRDefault="00A04E14" w:rsidP="00D168DE">
            <w:pPr>
              <w:rPr>
                <w:noProof/>
              </w:rPr>
            </w:pPr>
            <w:r w:rsidRPr="00A04E14">
              <w:rPr>
                <w:noProof/>
              </w:rPr>
              <w:pict>
                <v:shape id="_x0000_s1084" type="#_x0000_t202" style="position:absolute;left:0;text-align:left;margin-left:-3.15pt;margin-top:237.95pt;width:54pt;height:49.7pt;z-index:251669504;mso-position-horizontal-relative:text;mso-position-vertical-relative:text" fillcolor="#b5cbde" stroked="f">
                  <v:textbox style="mso-next-textbox:#_x0000_s1084">
                    <w:txbxContent>
                      <w:p w:rsidR="0096152D" w:rsidRPr="008E7B17" w:rsidRDefault="0096152D" w:rsidP="00A2695A">
                        <w:pPr>
                          <w:pStyle w:val="Year"/>
                          <w:shd w:val="clear" w:color="auto" w:fill="B5CBDE"/>
                        </w:pPr>
                        <w:r>
                          <w:t>2011</w:t>
                        </w:r>
                      </w:p>
                      <w:p w:rsidR="0096152D" w:rsidRDefault="0096152D" w:rsidP="00D168DE"/>
                      <w:p w:rsidR="0096152D" w:rsidRPr="008E7B17" w:rsidRDefault="0096152D" w:rsidP="00D168DE">
                        <w:r>
                          <w:t>2007</w:t>
                        </w:r>
                      </w:p>
                      <w:p w:rsidR="0096152D" w:rsidRDefault="0096152D" w:rsidP="00D168DE"/>
                      <w:p w:rsidR="0096152D" w:rsidRDefault="0096152D" w:rsidP="00D168DE"/>
                      <w:p w:rsidR="0096152D" w:rsidRPr="008E7B17" w:rsidRDefault="0096152D" w:rsidP="00D168DE">
                        <w:r>
                          <w:t>2007</w:t>
                        </w:r>
                      </w:p>
                    </w:txbxContent>
                  </v:textbox>
                </v:shape>
              </w:pict>
            </w:r>
            <w:r w:rsidRPr="00A04E14">
              <w:rPr>
                <w:noProof/>
              </w:rPr>
              <w:pict>
                <v:rect id="_x0000_s1085" style="position:absolute;left:0;text-align:left;margin-left:-3.25pt;margin-top:15.05pt;width:54pt;height:230.25pt;z-index:251670528;mso-position-horizontal-relative:margin;mso-position-vertical-relative:margin" fillcolor="#f3c" stroked="f">
                  <v:textbox style="layout-flow:vertical;mso-layout-flow-alt:bottom-to-top;mso-next-textbox:#_x0000_s1085" inset="0,0,0,0">
                    <w:txbxContent>
                      <w:p w:rsidR="0096152D" w:rsidRPr="008E7B17" w:rsidRDefault="0096152D" w:rsidP="00B46F4C">
                        <w:pPr>
                          <w:pStyle w:val="Ttulo2"/>
                          <w:shd w:val="clear" w:color="auto" w:fill="B5CBDE"/>
                        </w:pPr>
                        <w:r w:rsidRPr="00B46F4C">
                          <w:rPr>
                            <w:i w:val="0"/>
                            <w:sz w:val="44"/>
                            <w:szCs w:val="44"/>
                          </w:rPr>
                          <w:t>Nov</w:t>
                        </w:r>
                        <w:r>
                          <w:rPr>
                            <w:i w:val="0"/>
                            <w:sz w:val="44"/>
                            <w:szCs w:val="44"/>
                          </w:rPr>
                          <w:t>i</w:t>
                        </w:r>
                        <w:r w:rsidRPr="00B46F4C">
                          <w:rPr>
                            <w:i w:val="0"/>
                            <w:sz w:val="44"/>
                            <w:szCs w:val="44"/>
                          </w:rPr>
                          <w:t>embr</w:t>
                        </w:r>
                        <w:r>
                          <w:rPr>
                            <w:i w:val="0"/>
                            <w:sz w:val="44"/>
                            <w:szCs w:val="44"/>
                          </w:rPr>
                          <w:t>e</w:t>
                        </w:r>
                      </w:p>
                    </w:txbxContent>
                  </v:textbox>
                  <w10:wrap anchorx="margin" anchory="margin"/>
                </v:rect>
              </w:pict>
            </w:r>
            <w:r w:rsidRPr="00A04E14">
              <w:rPr>
                <w:noProof/>
              </w:rPr>
              <w:pict>
                <v:rect id="_x0000_s1087" style="position:absolute;left:0;text-align:left;margin-left:50pt;margin-top:14.6pt;width:321.75pt;height:277.7pt;z-index:251672576;mso-position-horizontal-relative:margin;mso-position-vertical-relative:margin" filled="f" stroked="f">
                  <v:textbox style="mso-next-textbox:#_x0000_s1087" inset="0,0,0,0"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</w:tblGrid>
                        <w:tr w:rsidR="0096152D" w:rsidRPr="00F44F33">
                          <w:trPr>
                            <w:trHeight w:hRule="exact" w:val="412"/>
                          </w:trPr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Lun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Mar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Mie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Jue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Vie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Sab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Dom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  <w:r w:rsidRPr="00F30D7A">
                                <w:rPr>
                                  <w:color w:val="FF000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</w:pPr>
                              <w:r w:rsidRPr="00F30D7A">
                                <w:t>3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4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5</w:t>
                              </w:r>
                            </w:p>
                            <w:p w:rsidR="0096152D" w:rsidRDefault="0096152D" w:rsidP="00817107"/>
                            <w:p w:rsidR="0096152D" w:rsidRPr="00817107" w:rsidRDefault="0096152D" w:rsidP="00817107">
                              <w:r w:rsidRPr="00B51DE5">
                                <w:rPr>
                                  <w:color w:val="00B050"/>
                                </w:rPr>
                                <w:t>(libre)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6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8</w:t>
                              </w:r>
                            </w:p>
                            <w:p w:rsidR="0096152D" w:rsidRDefault="0096152D" w:rsidP="00D168DE">
                              <w:r>
                                <w:t>Curso 7</w:t>
                              </w:r>
                            </w:p>
                            <w:p w:rsidR="0096152D" w:rsidRPr="0096152D" w:rsidRDefault="0096152D" w:rsidP="00D168DE">
                              <w:pPr>
                                <w:rPr>
                                  <w:color w:val="00B050"/>
                                </w:rPr>
                              </w:pPr>
                              <w:r w:rsidRPr="0096152D">
                                <w:rPr>
                                  <w:color w:val="00B050"/>
                                </w:rPr>
                                <w:t>Doble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9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10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12</w:t>
                              </w:r>
                            </w:p>
                            <w:p w:rsidR="0096152D" w:rsidRDefault="0096152D" w:rsidP="00D168DE">
                              <w:r>
                                <w:t>Curso 7</w:t>
                              </w:r>
                            </w:p>
                            <w:p w:rsidR="0096152D" w:rsidRPr="00B51DE5" w:rsidRDefault="0096152D" w:rsidP="00D168DE">
                              <w:pPr>
                                <w:rPr>
                                  <w:color w:val="00B050"/>
                                </w:rPr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13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14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15</w:t>
                              </w:r>
                            </w:p>
                            <w:p w:rsidR="0096152D" w:rsidRDefault="0096152D" w:rsidP="00D168DE">
                              <w:r>
                                <w:t>Curso 7</w:t>
                              </w:r>
                            </w:p>
                            <w:p w:rsidR="0096152D" w:rsidRPr="0096152D" w:rsidRDefault="0096152D" w:rsidP="00D168DE">
                              <w:pPr>
                                <w:rPr>
                                  <w:color w:val="0070C0"/>
                                </w:rPr>
                              </w:pPr>
                              <w:r w:rsidRPr="0096152D">
                                <w:rPr>
                                  <w:color w:val="0070C0"/>
                                </w:rPr>
                                <w:t>Presentación curso 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16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19</w:t>
                              </w:r>
                            </w:p>
                            <w:p w:rsidR="0096152D" w:rsidRDefault="0096152D" w:rsidP="00D168DE"/>
                            <w:p w:rsidR="0096152D" w:rsidRPr="00744E01" w:rsidRDefault="0096152D" w:rsidP="00D168DE">
                              <w:r w:rsidRPr="00B51DE5">
                                <w:rPr>
                                  <w:color w:val="00B050"/>
                                </w:rPr>
                                <w:t>(libre</w:t>
                              </w:r>
                              <w:r>
                                <w:t>)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20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22</w:t>
                              </w:r>
                            </w:p>
                            <w:p w:rsidR="0096152D" w:rsidRPr="0096152D" w:rsidRDefault="0096152D" w:rsidP="00BB2AE5">
                              <w:pPr>
                                <w:rPr>
                                  <w:color w:val="0070C0"/>
                                </w:rPr>
                              </w:pPr>
                              <w:r w:rsidRPr="0096152D">
                                <w:rPr>
                                  <w:color w:val="0070C0"/>
                                </w:rPr>
                                <w:t>Presentación curso 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23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24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25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26</w:t>
                              </w:r>
                            </w:p>
                            <w:p w:rsidR="0096152D" w:rsidRDefault="0096152D" w:rsidP="00D168DE">
                              <w:r>
                                <w:t>Curso 7</w:t>
                              </w:r>
                            </w:p>
                            <w:p w:rsidR="0096152D" w:rsidRPr="00B51DE5" w:rsidRDefault="0096152D" w:rsidP="00D168DE">
                              <w:pPr>
                                <w:rPr>
                                  <w:color w:val="00B050"/>
                                </w:rPr>
                              </w:pPr>
                              <w:r w:rsidRPr="00B51DE5">
                                <w:rPr>
                                  <w:color w:val="00B050"/>
                                </w:rPr>
                                <w:t>Doble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27</w:t>
                              </w:r>
                            </w:p>
                          </w:tc>
                        </w:tr>
                        <w:tr w:rsidR="0096152D" w:rsidRPr="00F44F33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29</w:t>
                              </w:r>
                            </w:p>
                            <w:p w:rsidR="0096152D" w:rsidRDefault="0096152D" w:rsidP="00D168DE">
                              <w:r>
                                <w:t>Curso 7</w:t>
                              </w:r>
                            </w:p>
                            <w:p w:rsidR="0096152D" w:rsidRPr="00CB46B2" w:rsidRDefault="0096152D" w:rsidP="00D168DE">
                              <w:pPr>
                                <w:rPr>
                                  <w:color w:val="00B050"/>
                                </w:rPr>
                              </w:pPr>
                              <w:r w:rsidRPr="00B51DE5">
                                <w:rPr>
                                  <w:color w:val="00B050"/>
                                </w:rPr>
                                <w:t>Doble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30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</w:tbl>
                      <w:p w:rsidR="0096152D" w:rsidRPr="00BF43FD" w:rsidRDefault="0096152D" w:rsidP="00A2695A">
                        <w:pPr>
                          <w:pStyle w:val="Dates"/>
                        </w:pPr>
                      </w:p>
                    </w:txbxContent>
                  </v:textbox>
                  <w10:wrap anchorx="margin" anchory="margin"/>
                </v:rect>
              </w:pict>
            </w:r>
          </w:p>
        </w:tc>
        <w:tc>
          <w:tcPr>
            <w:tcW w:w="7560" w:type="dxa"/>
            <w:vAlign w:val="center"/>
          </w:tcPr>
          <w:p w:rsidR="00ED33AE" w:rsidRDefault="00A04E14" w:rsidP="00D168DE">
            <w:pPr>
              <w:rPr>
                <w:noProof/>
              </w:rPr>
            </w:pPr>
            <w:r w:rsidRPr="00A04E14">
              <w:rPr>
                <w:noProof/>
              </w:rPr>
              <w:pict>
                <v:shape id="_x0000_s1081" type="#_x0000_t202" style="position:absolute;left:0;text-align:left;margin-left:10.05pt;margin-top:240.5pt;width:54pt;height:49.7pt;z-index:251667456;mso-position-horizontal-relative:text;mso-position-vertical-relative:text" fillcolor="#b5cbde" stroked="f">
                  <v:textbox style="mso-next-textbox:#_x0000_s1081">
                    <w:txbxContent>
                      <w:p w:rsidR="0096152D" w:rsidRPr="008E7B17" w:rsidRDefault="0096152D" w:rsidP="00A2695A">
                        <w:pPr>
                          <w:pStyle w:val="Year"/>
                        </w:pPr>
                        <w:r>
                          <w:t>2011</w:t>
                        </w:r>
                      </w:p>
                    </w:txbxContent>
                  </v:textbox>
                </v:shape>
              </w:pict>
            </w:r>
            <w:r w:rsidRPr="00A04E14">
              <w:rPr>
                <w:noProof/>
              </w:rPr>
              <w:pict>
                <v:rect id="_x0000_s1082" style="position:absolute;left:0;text-align:left;margin-left:10pt;margin-top:15.8pt;width:54pt;height:230.25pt;z-index:251668480;mso-position-horizontal-relative:margin;mso-position-vertical-relative:margin" fillcolor="#f3c" stroked="f">
                  <v:textbox style="layout-flow:vertical;mso-layout-flow-alt:bottom-to-top;mso-next-textbox:#_x0000_s1082" inset="0,0,0,0">
                    <w:txbxContent>
                      <w:p w:rsidR="0096152D" w:rsidRPr="00F10175" w:rsidRDefault="0096152D" w:rsidP="00F10175">
                        <w:pPr>
                          <w:pStyle w:val="Ttulo1"/>
                        </w:pPr>
                        <w:r w:rsidRPr="00F10175">
                          <w:t>Dic</w:t>
                        </w:r>
                        <w:r>
                          <w:t>i</w:t>
                        </w:r>
                        <w:r w:rsidRPr="00F10175">
                          <w:t>embr</w:t>
                        </w:r>
                        <w:r>
                          <w:t>e</w:t>
                        </w:r>
                      </w:p>
                    </w:txbxContent>
                  </v:textbox>
                  <w10:wrap anchorx="margin" anchory="margin"/>
                </v:rect>
              </w:pict>
            </w:r>
            <w:r w:rsidRPr="00A04E14">
              <w:rPr>
                <w:noProof/>
              </w:rPr>
              <w:pict>
                <v:rect id="_x0000_s1080" style="position:absolute;left:0;text-align:left;margin-left:63.6pt;margin-top:15.4pt;width:321.75pt;height:277.7pt;z-index:251666432;mso-position-horizontal-relative:margin;mso-position-vertical-relative:margin" filled="f" stroked="f">
                  <v:textbox style="mso-next-textbox:#_x0000_s1080" inset="0,0,0,0">
                    <w:txbxContent>
                      <w:tbl>
                        <w:tblPr>
                          <w:tblW w:w="0" w:type="auto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Look w:val="0000"/>
                        </w:tblPr>
                        <w:tblGrid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  <w:gridCol w:w="898"/>
                        </w:tblGrid>
                        <w:tr w:rsidR="0096152D" w:rsidRPr="00F44F33">
                          <w:trPr>
                            <w:trHeight w:hRule="exact" w:val="412"/>
                          </w:trPr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Lun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Mar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Mie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Jue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Vie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Sab</w:t>
                              </w:r>
                            </w:p>
                          </w:tc>
                          <w:tc>
                            <w:tcPr>
                              <w:tcW w:w="898" w:type="dxa"/>
                              <w:vAlign w:val="center"/>
                            </w:tcPr>
                            <w:p w:rsidR="0096152D" w:rsidRPr="00A2695A" w:rsidRDefault="0096152D" w:rsidP="00096B4C">
                              <w:pPr>
                                <w:pStyle w:val="Day"/>
                              </w:pPr>
                              <w:r>
                                <w:t>Dom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3</w:t>
                              </w:r>
                            </w:p>
                            <w:p w:rsidR="0096152D" w:rsidRDefault="0096152D" w:rsidP="00D168DE">
                              <w:pPr>
                                <w:rPr>
                                  <w:color w:val="00B050"/>
                                </w:rPr>
                              </w:pPr>
                              <w:r w:rsidRPr="00BB2AE5">
                                <w:rPr>
                                  <w:color w:val="00B050"/>
                                </w:rPr>
                                <w:t>Prueba curso 7</w:t>
                              </w:r>
                            </w:p>
                            <w:p w:rsidR="007D0D42" w:rsidRPr="00BB2AE5" w:rsidRDefault="007D0D42" w:rsidP="00D168DE">
                              <w:pPr>
                                <w:rPr>
                                  <w:color w:val="00B050"/>
                                </w:rPr>
                              </w:pPr>
                              <w:r w:rsidRPr="0096152D">
                                <w:rPr>
                                  <w:color w:val="0070C0"/>
                                </w:rPr>
                                <w:t>Presentación curso 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4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5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Default="0096152D" w:rsidP="001C06EB">
                              <w:pPr>
                                <w:pStyle w:val="Dates"/>
                              </w:pPr>
                              <w:r>
                                <w:t>6</w:t>
                              </w:r>
                            </w:p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  <w:r w:rsidRPr="00F30D7A">
                                <w:rPr>
                                  <w:color w:val="FF000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9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</w:pPr>
                              <w:r w:rsidRPr="00F30D7A">
                                <w:t>10</w:t>
                              </w:r>
                            </w:p>
                            <w:p w:rsidR="0096152D" w:rsidRPr="00744E01" w:rsidRDefault="0096152D" w:rsidP="00D168DE"/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11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12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13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14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15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16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18</w:t>
                              </w:r>
                            </w:p>
                          </w:tc>
                        </w:tr>
                        <w:tr w:rsidR="0096152D" w:rsidRPr="00BF43FD">
                          <w:trPr>
                            <w:trHeight w:hRule="exact" w:val="1008"/>
                          </w:trPr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19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20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22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23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24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  <w:rPr>
                                  <w:color w:val="FF0000"/>
                                </w:rPr>
                              </w:pPr>
                              <w:r w:rsidRPr="00F30D7A">
                                <w:rPr>
                                  <w:color w:val="FF0000"/>
                                </w:rPr>
                                <w:t>25</w:t>
                              </w:r>
                            </w:p>
                          </w:tc>
                        </w:tr>
                        <w:tr w:rsidR="0096152D" w:rsidRPr="00F44F33" w:rsidTr="00DB589D">
                          <w:trPr>
                            <w:trHeight w:val="1030"/>
                          </w:trPr>
                          <w:tc>
                            <w:tcPr>
                              <w:tcW w:w="898" w:type="dxa"/>
                              <w:shd w:val="clear" w:color="auto" w:fill="auto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26</w:t>
                              </w:r>
                            </w:p>
                          </w:tc>
                          <w:tc>
                            <w:tcPr>
                              <w:tcW w:w="898" w:type="dxa"/>
                              <w:shd w:val="clear" w:color="auto" w:fill="auto"/>
                            </w:tcPr>
                            <w:p w:rsidR="0096152D" w:rsidRPr="00F30D7A" w:rsidRDefault="0096152D" w:rsidP="001C06EB">
                              <w:pPr>
                                <w:pStyle w:val="Dates"/>
                              </w:pPr>
                              <w:r w:rsidRPr="00F30D7A">
                                <w:t>27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28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29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30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  <w:r>
                                <w:t>31</w:t>
                              </w:r>
                            </w:p>
                          </w:tc>
                          <w:tc>
                            <w:tcPr>
                              <w:tcW w:w="898" w:type="dxa"/>
                            </w:tcPr>
                            <w:p w:rsidR="0096152D" w:rsidRPr="00BF43FD" w:rsidRDefault="0096152D" w:rsidP="001C06EB">
                              <w:pPr>
                                <w:pStyle w:val="Dates"/>
                              </w:pPr>
                            </w:p>
                          </w:tc>
                        </w:tr>
                      </w:tbl>
                      <w:p w:rsidR="0096152D" w:rsidRPr="00BF43FD" w:rsidRDefault="0096152D" w:rsidP="00A2695A">
                        <w:pPr>
                          <w:pStyle w:val="Dates"/>
                        </w:pPr>
                      </w:p>
                    </w:txbxContent>
                  </v:textbox>
                  <w10:wrap anchorx="margin" anchory="margin"/>
                </v:rect>
              </w:pict>
            </w:r>
          </w:p>
        </w:tc>
      </w:tr>
    </w:tbl>
    <w:p w:rsidR="004E231F" w:rsidRPr="004E231F" w:rsidRDefault="004E231F" w:rsidP="0096152D"/>
    <w:sectPr w:rsidR="004E231F" w:rsidRPr="004E231F" w:rsidSect="004E231F">
      <w:type w:val="continuous"/>
      <w:pgSz w:w="15840" w:h="12240" w:orient="landscape"/>
      <w:pgMar w:top="360" w:right="360" w:bottom="0" w:left="36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noPunctuationKerning/>
  <w:characterSpacingControl w:val="doNotCompress"/>
  <w:compat/>
  <w:rsids>
    <w:rsidRoot w:val="00591A37"/>
    <w:rsid w:val="0007536F"/>
    <w:rsid w:val="000854AC"/>
    <w:rsid w:val="00096B4C"/>
    <w:rsid w:val="00097EC4"/>
    <w:rsid w:val="000E6763"/>
    <w:rsid w:val="001C06EB"/>
    <w:rsid w:val="001F3110"/>
    <w:rsid w:val="00266615"/>
    <w:rsid w:val="00274CEB"/>
    <w:rsid w:val="002816BA"/>
    <w:rsid w:val="002B53CC"/>
    <w:rsid w:val="002B71E6"/>
    <w:rsid w:val="002D4FE6"/>
    <w:rsid w:val="002F130F"/>
    <w:rsid w:val="002F4391"/>
    <w:rsid w:val="00352D77"/>
    <w:rsid w:val="00381EFC"/>
    <w:rsid w:val="003A579A"/>
    <w:rsid w:val="003B1361"/>
    <w:rsid w:val="003C30FF"/>
    <w:rsid w:val="004223EC"/>
    <w:rsid w:val="00430A5C"/>
    <w:rsid w:val="004C10A6"/>
    <w:rsid w:val="004C4B6D"/>
    <w:rsid w:val="004E231F"/>
    <w:rsid w:val="004E4E0C"/>
    <w:rsid w:val="004F407A"/>
    <w:rsid w:val="005038F5"/>
    <w:rsid w:val="005621F9"/>
    <w:rsid w:val="00563EBA"/>
    <w:rsid w:val="00567F90"/>
    <w:rsid w:val="00591A37"/>
    <w:rsid w:val="005B2000"/>
    <w:rsid w:val="005D0CF2"/>
    <w:rsid w:val="00616AF6"/>
    <w:rsid w:val="006210C5"/>
    <w:rsid w:val="00683F40"/>
    <w:rsid w:val="00684C1D"/>
    <w:rsid w:val="006C194C"/>
    <w:rsid w:val="006D0AD1"/>
    <w:rsid w:val="00733616"/>
    <w:rsid w:val="00744E01"/>
    <w:rsid w:val="00777727"/>
    <w:rsid w:val="007B2656"/>
    <w:rsid w:val="007D0D42"/>
    <w:rsid w:val="00817107"/>
    <w:rsid w:val="008335EB"/>
    <w:rsid w:val="00866C40"/>
    <w:rsid w:val="008B26FC"/>
    <w:rsid w:val="008C2203"/>
    <w:rsid w:val="008D5490"/>
    <w:rsid w:val="008E7B17"/>
    <w:rsid w:val="009314AB"/>
    <w:rsid w:val="00936444"/>
    <w:rsid w:val="0094542F"/>
    <w:rsid w:val="0096152D"/>
    <w:rsid w:val="00982258"/>
    <w:rsid w:val="009D4170"/>
    <w:rsid w:val="00A04E14"/>
    <w:rsid w:val="00A16944"/>
    <w:rsid w:val="00A2695A"/>
    <w:rsid w:val="00A47219"/>
    <w:rsid w:val="00A67C9D"/>
    <w:rsid w:val="00AF3230"/>
    <w:rsid w:val="00B0638F"/>
    <w:rsid w:val="00B46F4C"/>
    <w:rsid w:val="00B50B43"/>
    <w:rsid w:val="00B51DE5"/>
    <w:rsid w:val="00BB2AE5"/>
    <w:rsid w:val="00BE33AC"/>
    <w:rsid w:val="00BF2954"/>
    <w:rsid w:val="00BF43FD"/>
    <w:rsid w:val="00CB46B2"/>
    <w:rsid w:val="00D168DE"/>
    <w:rsid w:val="00D26B67"/>
    <w:rsid w:val="00D54BB3"/>
    <w:rsid w:val="00D845D2"/>
    <w:rsid w:val="00DA6242"/>
    <w:rsid w:val="00DB589D"/>
    <w:rsid w:val="00E269C5"/>
    <w:rsid w:val="00E43606"/>
    <w:rsid w:val="00E77B16"/>
    <w:rsid w:val="00EC6563"/>
    <w:rsid w:val="00ED33AE"/>
    <w:rsid w:val="00EE50D7"/>
    <w:rsid w:val="00F10175"/>
    <w:rsid w:val="00F27F94"/>
    <w:rsid w:val="00F30D7A"/>
    <w:rsid w:val="00F44F33"/>
    <w:rsid w:val="00FA73C0"/>
    <w:rsid w:val="00FB7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f3c" stroke="f">
      <v:fill color="#f3c"/>
      <v:stroke on="f"/>
      <o:colormru v:ext="edit" colors="#f3c,fuchsia,#b5cbd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D168DE"/>
    <w:pPr>
      <w:jc w:val="center"/>
    </w:pPr>
    <w:rPr>
      <w:rFonts w:ascii="Tahoma" w:hAnsi="Tahoma"/>
      <w:sz w:val="14"/>
      <w:szCs w:val="14"/>
      <w:lang w:val="es-CL" w:eastAsia="en-US"/>
    </w:rPr>
  </w:style>
  <w:style w:type="paragraph" w:styleId="Ttulo1">
    <w:name w:val="heading 1"/>
    <w:basedOn w:val="Normal"/>
    <w:next w:val="Normal"/>
    <w:qFormat/>
    <w:rsid w:val="00616AF6"/>
    <w:pPr>
      <w:keepNext/>
      <w:shd w:val="clear" w:color="auto" w:fill="B5CBDE"/>
      <w:spacing w:before="240" w:after="60"/>
      <w:outlineLvl w:val="0"/>
    </w:pPr>
    <w:rPr>
      <w:rFonts w:ascii="Arial" w:hAnsi="Arial" w:cs="Arial"/>
      <w:b/>
      <w:bCs/>
      <w:kern w:val="32"/>
      <w:sz w:val="44"/>
      <w:szCs w:val="44"/>
    </w:rPr>
  </w:style>
  <w:style w:type="paragraph" w:styleId="Ttulo2">
    <w:name w:val="heading 2"/>
    <w:basedOn w:val="Normal"/>
    <w:next w:val="Normal"/>
    <w:qFormat/>
    <w:rsid w:val="00A269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ay">
    <w:name w:val="Day"/>
    <w:rsid w:val="00A2695A"/>
    <w:pPr>
      <w:spacing w:before="100" w:beforeAutospacing="1" w:after="100" w:afterAutospacing="1"/>
      <w:jc w:val="center"/>
    </w:pPr>
    <w:rPr>
      <w:rFonts w:ascii="Tahoma" w:hAnsi="Tahoma" w:cs="Tahoma"/>
      <w:b/>
      <w:noProof/>
      <w:lang w:val="en-US" w:eastAsia="en-US"/>
    </w:rPr>
  </w:style>
  <w:style w:type="paragraph" w:customStyle="1" w:styleId="Dates">
    <w:name w:val="Dates"/>
    <w:basedOn w:val="Normal"/>
    <w:next w:val="Normal"/>
    <w:rsid w:val="00A2695A"/>
    <w:pPr>
      <w:jc w:val="right"/>
    </w:pPr>
    <w:rPr>
      <w:rFonts w:cs="Tahoma"/>
      <w:b/>
      <w:noProof/>
      <w:sz w:val="20"/>
      <w:szCs w:val="20"/>
    </w:rPr>
  </w:style>
  <w:style w:type="paragraph" w:customStyle="1" w:styleId="Year">
    <w:name w:val="Year"/>
    <w:basedOn w:val="Normal"/>
    <w:rsid w:val="00A2695A"/>
    <w:pPr>
      <w:spacing w:before="240" w:line="480" w:lineRule="auto"/>
    </w:pPr>
    <w:rPr>
      <w:rFonts w:cs="Tahoma"/>
      <w:b/>
      <w:sz w:val="28"/>
      <w:szCs w:val="28"/>
    </w:rPr>
  </w:style>
  <w:style w:type="character" w:styleId="Refdecomentario">
    <w:name w:val="annotation reference"/>
    <w:basedOn w:val="Fuentedeprrafopredeter"/>
    <w:semiHidden/>
    <w:rsid w:val="00F44F33"/>
    <w:rPr>
      <w:sz w:val="16"/>
      <w:szCs w:val="16"/>
    </w:rPr>
  </w:style>
  <w:style w:type="paragraph" w:styleId="Textocomentario">
    <w:name w:val="annotation text"/>
    <w:basedOn w:val="Normal"/>
    <w:semiHidden/>
    <w:rsid w:val="00F44F3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F44F33"/>
    <w:rPr>
      <w:b/>
      <w:bCs/>
    </w:rPr>
  </w:style>
  <w:style w:type="paragraph" w:styleId="Textodeglobo">
    <w:name w:val="Balloon Text"/>
    <w:basedOn w:val="Normal"/>
    <w:semiHidden/>
    <w:rsid w:val="00F44F33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-deChile-16-10-06\diplomado\Diploma%202007\10194499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10194499.dot</Template>
  <TotalTime>61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Moffat</dc:creator>
  <cp:lastModifiedBy>Geotecnia-R-Moffat</cp:lastModifiedBy>
  <cp:revision>5</cp:revision>
  <cp:lastPrinted>2011-09-26T14:36:00Z</cp:lastPrinted>
  <dcterms:created xsi:type="dcterms:W3CDTF">2011-08-09T20:00:00Z</dcterms:created>
  <dcterms:modified xsi:type="dcterms:W3CDTF">2011-09-26T14:37:00Z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TC101944991033</vt:lpwstr>
  </property>
  <property fmtid="{D5CDD505-2E9C-101B-9397-08002B2CF9AE}" pid="3" name="_AdHocReviewCycleID">
    <vt:i4>760201403</vt:i4>
  </property>
  <property fmtid="{D5CDD505-2E9C-101B-9397-08002B2CF9AE}" pid="4" name="_EmailSubject">
    <vt:lpwstr>calendario y tríptico</vt:lpwstr>
  </property>
  <property fmtid="{D5CDD505-2E9C-101B-9397-08002B2CF9AE}" pid="5" name="_AuthorEmail">
    <vt:lpwstr>lengonza@ing.uchile.cl</vt:lpwstr>
  </property>
  <property fmtid="{D5CDD505-2E9C-101B-9397-08002B2CF9AE}" pid="6" name="_AuthorEmailDisplayName">
    <vt:lpwstr>Lenart Gonzalez</vt:lpwstr>
  </property>
  <property fmtid="{D5CDD505-2E9C-101B-9397-08002B2CF9AE}" pid="7" name="_ReviewingToolsShownOnce">
    <vt:lpwstr/>
  </property>
</Properties>
</file>